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898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4119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892C5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4F19">
        <w:rPr>
          <w:rFonts w:ascii="Corbel" w:hAnsi="Corbel"/>
          <w:i/>
          <w:smallCaps/>
          <w:sz w:val="24"/>
          <w:szCs w:val="24"/>
        </w:rPr>
        <w:t>2022/2025</w:t>
      </w:r>
    </w:p>
    <w:p w14:paraId="1476D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EA09303" w14:textId="194B1C9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D7EB1">
        <w:rPr>
          <w:rFonts w:ascii="Corbel" w:hAnsi="Corbel"/>
          <w:sz w:val="20"/>
          <w:szCs w:val="20"/>
        </w:rPr>
        <w:t>2023/2024</w:t>
      </w:r>
    </w:p>
    <w:p w14:paraId="61349C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50A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DAFBA" w14:textId="77777777" w:rsidTr="00B819C8">
        <w:tc>
          <w:tcPr>
            <w:tcW w:w="2694" w:type="dxa"/>
            <w:vAlign w:val="center"/>
          </w:tcPr>
          <w:p w14:paraId="372D8C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6C80FF" w14:textId="77777777"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14:paraId="27FD199E" w14:textId="77777777" w:rsidTr="00B819C8">
        <w:tc>
          <w:tcPr>
            <w:tcW w:w="2694" w:type="dxa"/>
            <w:vAlign w:val="center"/>
          </w:tcPr>
          <w:p w14:paraId="766B14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ED8B1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E98C306" w14:textId="77777777" w:rsidTr="00B819C8">
        <w:tc>
          <w:tcPr>
            <w:tcW w:w="2694" w:type="dxa"/>
            <w:vAlign w:val="center"/>
          </w:tcPr>
          <w:p w14:paraId="33CC8157" w14:textId="1AB032CE" w:rsidR="0085747A" w:rsidRPr="009C54AE" w:rsidRDefault="00BD7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AB043" w14:textId="661B1AF5" w:rsidR="0085747A" w:rsidRPr="009C54AE" w:rsidRDefault="00BD7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939211" w14:textId="77777777" w:rsidTr="00B819C8">
        <w:tc>
          <w:tcPr>
            <w:tcW w:w="2694" w:type="dxa"/>
            <w:vAlign w:val="center"/>
          </w:tcPr>
          <w:p w14:paraId="357E78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6207" w14:textId="5CEC333B" w:rsidR="0085747A" w:rsidRPr="009C54AE" w:rsidRDefault="00BD7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7B3D5E" w14:textId="77777777" w:rsidTr="00B819C8">
        <w:tc>
          <w:tcPr>
            <w:tcW w:w="2694" w:type="dxa"/>
            <w:vAlign w:val="center"/>
          </w:tcPr>
          <w:p w14:paraId="27576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45204" w14:textId="3DADC389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D7EB1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17955645" w14:textId="77777777" w:rsidTr="00B819C8">
        <w:tc>
          <w:tcPr>
            <w:tcW w:w="2694" w:type="dxa"/>
            <w:vAlign w:val="center"/>
          </w:tcPr>
          <w:p w14:paraId="25EE17C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1375A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7B4B4BA" w14:textId="77777777" w:rsidTr="00B819C8">
        <w:tc>
          <w:tcPr>
            <w:tcW w:w="2694" w:type="dxa"/>
            <w:vAlign w:val="center"/>
          </w:tcPr>
          <w:p w14:paraId="571B5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D70A5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B0496C5" w14:textId="77777777" w:rsidTr="00B819C8">
        <w:tc>
          <w:tcPr>
            <w:tcW w:w="2694" w:type="dxa"/>
            <w:vAlign w:val="center"/>
          </w:tcPr>
          <w:p w14:paraId="3A86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B37E64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4611A9" w14:textId="77777777" w:rsidTr="00B819C8">
        <w:tc>
          <w:tcPr>
            <w:tcW w:w="2694" w:type="dxa"/>
            <w:vAlign w:val="center"/>
          </w:tcPr>
          <w:p w14:paraId="7A18F8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0621A9" w14:textId="77777777" w:rsidR="0085747A" w:rsidRPr="009C54AE" w:rsidRDefault="00F74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7382C44" w14:textId="77777777" w:rsidTr="00B819C8">
        <w:tc>
          <w:tcPr>
            <w:tcW w:w="2694" w:type="dxa"/>
            <w:vAlign w:val="center"/>
          </w:tcPr>
          <w:p w14:paraId="0C203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A655D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093B571" w14:textId="77777777" w:rsidTr="00B819C8">
        <w:tc>
          <w:tcPr>
            <w:tcW w:w="2694" w:type="dxa"/>
            <w:vAlign w:val="center"/>
          </w:tcPr>
          <w:p w14:paraId="5106FCA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17653E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6A9809" w14:textId="77777777" w:rsidTr="00B819C8">
        <w:tc>
          <w:tcPr>
            <w:tcW w:w="2694" w:type="dxa"/>
            <w:vAlign w:val="center"/>
          </w:tcPr>
          <w:p w14:paraId="1DA499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38678" w14:textId="77777777"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14:paraId="5C6A8C79" w14:textId="77777777" w:rsidTr="00B819C8">
        <w:tc>
          <w:tcPr>
            <w:tcW w:w="2694" w:type="dxa"/>
            <w:vAlign w:val="center"/>
          </w:tcPr>
          <w:p w14:paraId="7E578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37208" w14:textId="6FD48188"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E9BE9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5EA0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0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E662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F1BB4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A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6C0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7F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9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3F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E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30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81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F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0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4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BCF6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9586" w14:textId="77777777" w:rsidR="00015B8F" w:rsidRPr="009C54AE" w:rsidRDefault="00F74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E6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5A3F" w14:textId="77777777" w:rsidR="00015B8F" w:rsidRPr="009C54AE" w:rsidRDefault="00F74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03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8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4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85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6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A3A5" w14:textId="77777777"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07FE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AF911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5EF44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CE337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9936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D601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30406" w14:textId="5AEEB65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9EE2BC8" w14:textId="77777777" w:rsidR="009C54AE" w:rsidRDefault="00F74F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11243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BC95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3F31" w14:textId="77777777" w:rsidTr="00745302">
        <w:tc>
          <w:tcPr>
            <w:tcW w:w="9670" w:type="dxa"/>
          </w:tcPr>
          <w:p w14:paraId="51CCB165" w14:textId="77777777"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14:paraId="018B09E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89BB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4BAF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9001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DA3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B46A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14:paraId="722ABF4F" w14:textId="77777777" w:rsidTr="00923D7D">
        <w:tc>
          <w:tcPr>
            <w:tcW w:w="851" w:type="dxa"/>
            <w:vAlign w:val="center"/>
          </w:tcPr>
          <w:p w14:paraId="7465E532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169A5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14:paraId="423A45F9" w14:textId="77777777" w:rsidTr="00923D7D">
        <w:tc>
          <w:tcPr>
            <w:tcW w:w="851" w:type="dxa"/>
            <w:vAlign w:val="center"/>
          </w:tcPr>
          <w:p w14:paraId="6CFA2824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E2E364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14:paraId="0F6D41FA" w14:textId="77777777" w:rsidTr="00923D7D">
        <w:tc>
          <w:tcPr>
            <w:tcW w:w="851" w:type="dxa"/>
            <w:vAlign w:val="center"/>
          </w:tcPr>
          <w:p w14:paraId="509B48B5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0412D2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14:paraId="6D88D8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E1E2C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C672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55109F" w14:textId="77777777" w:rsidTr="0071620A">
        <w:tc>
          <w:tcPr>
            <w:tcW w:w="1701" w:type="dxa"/>
            <w:vAlign w:val="center"/>
          </w:tcPr>
          <w:p w14:paraId="192DAE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D65F7C" w14:textId="77777777" w:rsidR="0085747A" w:rsidRDefault="0085747A" w:rsidP="00BD7E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7B3BA9" w14:textId="198F814D" w:rsidR="00BD7EB1" w:rsidRPr="009C54AE" w:rsidRDefault="00BD7EB1" w:rsidP="00BD7E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AAC7D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14:paraId="2E8B25D7" w14:textId="77777777" w:rsidTr="005E6E85">
        <w:tc>
          <w:tcPr>
            <w:tcW w:w="1701" w:type="dxa"/>
          </w:tcPr>
          <w:p w14:paraId="486B82FF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F8D454E" w14:textId="13C9C72E" w:rsidR="00E25C68" w:rsidRDefault="00BD7EB1" w:rsidP="00586552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Z</w:t>
            </w:r>
            <w:r w:rsidR="007C7310">
              <w:rPr>
                <w:rFonts w:ascii="Corbel" w:hAnsi="Corbel" w:cs="Times New Roman"/>
              </w:rPr>
              <w:t>definiuje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podstawowe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pojęcia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dotyczące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prawnych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podsta</w:t>
            </w:r>
            <w:r w:rsidR="00586552">
              <w:rPr>
                <w:rFonts w:ascii="Corbel" w:hAnsi="Corbel" w:cs="Times New Roman"/>
              </w:rPr>
              <w:t>w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profilaktyki</w:t>
            </w:r>
            <w:proofErr w:type="spellEnd"/>
            <w:r w:rsidR="007C7310">
              <w:rPr>
                <w:rFonts w:ascii="Corbel" w:hAnsi="Corbel" w:cs="Times New Roman"/>
              </w:rPr>
              <w:t xml:space="preserve"> i </w:t>
            </w:r>
            <w:proofErr w:type="spellStart"/>
            <w:r w:rsidR="007C7310">
              <w:rPr>
                <w:rFonts w:ascii="Corbel" w:hAnsi="Corbel" w:cs="Times New Roman"/>
              </w:rPr>
              <w:t>resocjaliza</w:t>
            </w:r>
            <w:r w:rsidR="00586552">
              <w:rPr>
                <w:rFonts w:ascii="Corbel" w:hAnsi="Corbel" w:cs="Times New Roman"/>
              </w:rPr>
              <w:t>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obowiązujące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polskim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systemie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oraz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przypisze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poszczególne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jej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obszary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do </w:t>
            </w:r>
            <w:proofErr w:type="spellStart"/>
            <w:r w:rsidR="00586552">
              <w:rPr>
                <w:rFonts w:ascii="Corbel" w:hAnsi="Corbel" w:cs="Times New Roman"/>
              </w:rPr>
              <w:t>konkretnych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dziedzin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nauk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prawnych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49A8A4EA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D1B61FE" w14:textId="6F1F76B6" w:rsidR="00F74F19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8E1A775" w14:textId="77777777" w:rsidTr="007C7310">
        <w:trPr>
          <w:trHeight w:val="903"/>
        </w:trPr>
        <w:tc>
          <w:tcPr>
            <w:tcW w:w="1701" w:type="dxa"/>
          </w:tcPr>
          <w:p w14:paraId="2B377768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ECA381" w14:textId="78579346" w:rsidR="00E25C68" w:rsidRDefault="00BD7EB1" w:rsidP="007C7310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</w:t>
            </w:r>
            <w:r w:rsidR="007C7310">
              <w:rPr>
                <w:rFonts w:ascii="Corbel" w:hAnsi="Corbel" w:cs="Times New Roman"/>
              </w:rPr>
              <w:t>rzedstawi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istotę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zagadnień</w:t>
            </w:r>
            <w:proofErr w:type="spellEnd"/>
            <w:r w:rsidR="007C7310" w:rsidRP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prawnych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dotyczących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profilaktyki</w:t>
            </w:r>
            <w:proofErr w:type="spellEnd"/>
            <w:r w:rsidR="00E25C68">
              <w:rPr>
                <w:rFonts w:ascii="Corbel" w:hAnsi="Corbel" w:cs="Times New Roman"/>
              </w:rPr>
              <w:t xml:space="preserve"> i </w:t>
            </w:r>
            <w:proofErr w:type="spellStart"/>
            <w:r w:rsidR="00E25C68">
              <w:rPr>
                <w:rFonts w:ascii="Corbel" w:hAnsi="Corbel" w:cs="Times New Roman"/>
              </w:rPr>
              <w:t>resocjalizacji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r w:rsidR="007C7310">
              <w:rPr>
                <w:rFonts w:ascii="Corbel" w:hAnsi="Corbel" w:cs="Times New Roman"/>
              </w:rPr>
              <w:t xml:space="preserve">w </w:t>
            </w:r>
            <w:proofErr w:type="spellStart"/>
            <w:r w:rsidR="007C7310">
              <w:rPr>
                <w:rFonts w:ascii="Corbel" w:hAnsi="Corbel" w:cs="Times New Roman"/>
              </w:rPr>
              <w:t>odniesieniu</w:t>
            </w:r>
            <w:proofErr w:type="spellEnd"/>
            <w:r w:rsidR="007C7310">
              <w:rPr>
                <w:rFonts w:ascii="Corbel" w:hAnsi="Corbel" w:cs="Times New Roman"/>
              </w:rPr>
              <w:t xml:space="preserve"> do </w:t>
            </w:r>
            <w:proofErr w:type="spellStart"/>
            <w:r w:rsidR="007C7310">
              <w:rPr>
                <w:rFonts w:ascii="Corbel" w:hAnsi="Corbel" w:cs="Times New Roman"/>
              </w:rPr>
              <w:t>innych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dyscyplin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naukowych</w:t>
            </w:r>
            <w:proofErr w:type="spellEnd"/>
            <w:r w:rsidR="007C731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564953B8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8D40571" w14:textId="251A0F0B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0042B79" w14:textId="77777777" w:rsidTr="005E6E85">
        <w:tc>
          <w:tcPr>
            <w:tcW w:w="1701" w:type="dxa"/>
          </w:tcPr>
          <w:p w14:paraId="53E1DA1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78931A" w14:textId="423063AC" w:rsidR="00E25C68" w:rsidRDefault="00BD7EB1" w:rsidP="00586552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S</w:t>
            </w:r>
            <w:r w:rsidR="00586552">
              <w:rPr>
                <w:rFonts w:ascii="Corbel" w:hAnsi="Corbel" w:cs="Times New Roman"/>
              </w:rPr>
              <w:t>charakteryzuje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zadania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i </w:t>
            </w:r>
            <w:proofErr w:type="spellStart"/>
            <w:r w:rsidR="00586552">
              <w:rPr>
                <w:rFonts w:ascii="Corbel" w:hAnsi="Corbel" w:cs="Times New Roman"/>
              </w:rPr>
              <w:t>cele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poszczególnych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instytucji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funkcjonujących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obszarze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profilaktyki</w:t>
            </w:r>
            <w:proofErr w:type="spellEnd"/>
            <w:r w:rsidR="00586552">
              <w:rPr>
                <w:rFonts w:ascii="Corbel" w:hAnsi="Corbel" w:cs="Times New Roman"/>
              </w:rPr>
              <w:t xml:space="preserve"> i </w:t>
            </w:r>
            <w:proofErr w:type="spellStart"/>
            <w:r w:rsidR="00586552">
              <w:rPr>
                <w:rFonts w:ascii="Corbel" w:hAnsi="Corbel" w:cs="Times New Roman"/>
              </w:rPr>
              <w:t>resocjalizacji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biorąc</w:t>
            </w:r>
            <w:proofErr w:type="spellEnd"/>
            <w:r w:rsidR="00586552">
              <w:rPr>
                <w:rFonts w:ascii="Corbel" w:hAnsi="Corbel" w:cs="Times New Roman"/>
              </w:rPr>
              <w:t xml:space="preserve"> pod </w:t>
            </w:r>
            <w:proofErr w:type="spellStart"/>
            <w:r w:rsidR="00586552">
              <w:rPr>
                <w:rFonts w:ascii="Corbel" w:hAnsi="Corbel" w:cs="Times New Roman"/>
              </w:rPr>
              <w:t>uwagę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zbiory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pojęć</w:t>
            </w:r>
            <w:proofErr w:type="spellEnd"/>
            <w:r w:rsidR="00586552">
              <w:rPr>
                <w:rFonts w:ascii="Corbel" w:hAnsi="Corbel" w:cs="Times New Roman"/>
              </w:rPr>
              <w:t xml:space="preserve"> i </w:t>
            </w:r>
            <w:proofErr w:type="spellStart"/>
            <w:r w:rsidR="00586552">
              <w:rPr>
                <w:rFonts w:ascii="Corbel" w:hAnsi="Corbel" w:cs="Times New Roman"/>
              </w:rPr>
              <w:t>teorii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tworzących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działalności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1EB011C2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0802B25" w14:textId="73BFD443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4B48938F" w14:textId="77777777" w:rsidTr="005E6E85">
        <w:tc>
          <w:tcPr>
            <w:tcW w:w="1701" w:type="dxa"/>
          </w:tcPr>
          <w:p w14:paraId="3B046C5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BD25F7" w14:textId="170FC36A" w:rsidR="00E25C68" w:rsidRDefault="00BD7EB1" w:rsidP="00216128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Dokona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anlizy</w:t>
            </w:r>
            <w:proofErr w:type="spellEnd"/>
            <w:r w:rsidR="00E25C68">
              <w:rPr>
                <w:rFonts w:ascii="Corbel" w:hAnsi="Corbel" w:cs="Times New Roman"/>
              </w:rPr>
              <w:t xml:space="preserve"> i</w:t>
            </w:r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oceni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różne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zjawiska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społeczne</w:t>
            </w:r>
            <w:proofErr w:type="spellEnd"/>
            <w:r w:rsidR="00E25C68">
              <w:rPr>
                <w:rFonts w:ascii="Corbel" w:hAnsi="Corbel" w:cs="Times New Roman"/>
              </w:rPr>
              <w:t xml:space="preserve"> z </w:t>
            </w:r>
            <w:proofErr w:type="spellStart"/>
            <w:r w:rsidR="00E25C68">
              <w:rPr>
                <w:rFonts w:ascii="Corbel" w:hAnsi="Corbel" w:cs="Times New Roman"/>
              </w:rPr>
              <w:t>pe</w:t>
            </w:r>
            <w:r w:rsidR="003C3FA7">
              <w:rPr>
                <w:rFonts w:ascii="Corbel" w:hAnsi="Corbel" w:cs="Times New Roman"/>
              </w:rPr>
              <w:t>rspektywy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obowiązujących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aktualnie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przepisów</w:t>
            </w:r>
            <w:proofErr w:type="spellEnd"/>
            <w:r w:rsidR="003C3FA7">
              <w:rPr>
                <w:rFonts w:ascii="Corbel" w:hAnsi="Corbel" w:cs="Times New Roman"/>
              </w:rPr>
              <w:t xml:space="preserve">  </w:t>
            </w:r>
            <w:proofErr w:type="spellStart"/>
            <w:r w:rsidR="003C3FA7">
              <w:rPr>
                <w:rFonts w:ascii="Corbel" w:hAnsi="Corbel" w:cs="Times New Roman"/>
              </w:rPr>
              <w:t>praw</w:t>
            </w:r>
            <w:r w:rsidR="00586552">
              <w:rPr>
                <w:rFonts w:ascii="Corbel" w:hAnsi="Corbel" w:cs="Times New Roman"/>
              </w:rPr>
              <w:t>nych</w:t>
            </w:r>
            <w:proofErr w:type="spellEnd"/>
            <w:r w:rsidR="00216128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7A664CB1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F73DF40" w14:textId="77777777" w:rsidR="00F74F19" w:rsidRDefault="00F74F19" w:rsidP="00E52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2CE3FC2A" w14:textId="77777777" w:rsidTr="005E6E85">
        <w:tc>
          <w:tcPr>
            <w:tcW w:w="1701" w:type="dxa"/>
          </w:tcPr>
          <w:p w14:paraId="3A51B1C9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1E47E1" w14:textId="72BEA225" w:rsidR="00E25C68" w:rsidRDefault="00BD7EB1" w:rsidP="00216128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Dokona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analizy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aspektów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prawnych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i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podejmowanych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działań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r w:rsidR="002A4A40">
              <w:rPr>
                <w:rFonts w:ascii="Corbel" w:hAnsi="Corbel" w:cs="Times New Roman"/>
              </w:rPr>
              <w:t xml:space="preserve">w </w:t>
            </w:r>
            <w:proofErr w:type="spellStart"/>
            <w:r w:rsidR="002A4A40">
              <w:rPr>
                <w:rFonts w:ascii="Corbel" w:hAnsi="Corbel" w:cs="Times New Roman"/>
              </w:rPr>
              <w:t>obszarze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wykonywanej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profesji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własnej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i </w:t>
            </w:r>
            <w:proofErr w:type="spellStart"/>
            <w:r w:rsidR="002A4A40">
              <w:rPr>
                <w:rFonts w:ascii="Corbel" w:hAnsi="Corbel" w:cs="Times New Roman"/>
              </w:rPr>
              <w:t>innych</w:t>
            </w:r>
            <w:proofErr w:type="spellEnd"/>
            <w:r w:rsidR="002A4A4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03B8771B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1BBCE3E" w14:textId="213F022E" w:rsidR="00F74F19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4D90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7B645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84C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6350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134ED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DEA030" w14:textId="77777777" w:rsidTr="00923D7D">
        <w:tc>
          <w:tcPr>
            <w:tcW w:w="9639" w:type="dxa"/>
          </w:tcPr>
          <w:p w14:paraId="01C50F0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14:paraId="0F710E81" w14:textId="77777777" w:rsidTr="00923D7D">
        <w:tc>
          <w:tcPr>
            <w:tcW w:w="9639" w:type="dxa"/>
          </w:tcPr>
          <w:p w14:paraId="1AB43C11" w14:textId="77777777" w:rsidR="00586552" w:rsidRDefault="00F74F19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7F4612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3DB5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75D5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88BAF2" w14:textId="77777777" w:rsidTr="00923D7D">
        <w:tc>
          <w:tcPr>
            <w:tcW w:w="9639" w:type="dxa"/>
          </w:tcPr>
          <w:p w14:paraId="2391DAE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4F19" w:rsidRPr="009C54AE" w14:paraId="3E432D8D" w14:textId="77777777" w:rsidTr="00923D7D">
        <w:tc>
          <w:tcPr>
            <w:tcW w:w="9639" w:type="dxa"/>
          </w:tcPr>
          <w:p w14:paraId="7178B1A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Zagadnienia związane  z państwem i prawem -jednostka  funkcjonująca w społeczeństwie , 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dysfunkcjonalność prawa i jej  przejawy, jako  jeden z istotnych  czynników  zachowań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podmiotowość prawna  i prawa podmiotowe  jednostki.</w:t>
            </w:r>
          </w:p>
        </w:tc>
      </w:tr>
      <w:tr w:rsidR="00F74F19" w:rsidRPr="009C54AE" w14:paraId="169F3F8C" w14:textId="77777777" w:rsidTr="00923D7D">
        <w:tc>
          <w:tcPr>
            <w:tcW w:w="9639" w:type="dxa"/>
          </w:tcPr>
          <w:p w14:paraId="32375FC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14:paraId="1161275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stadialnych przestępstwa (zamiar , przygotowanie, usiłowanie, dokonanie ); typ przestępstwa  (podstawowy ,kwalifikowany ).</w:t>
            </w:r>
          </w:p>
          <w:p w14:paraId="572DE461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F74F19" w:rsidRPr="009C54AE" w14:paraId="4D814D39" w14:textId="77777777" w:rsidTr="00923D7D">
        <w:tc>
          <w:tcPr>
            <w:tcW w:w="9639" w:type="dxa"/>
          </w:tcPr>
          <w:p w14:paraId="76559D52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polskim  kodeksie  karnym ( grzywna; 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terminowego pozbawienia wolności, 25 lat; dożywocie);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środki karne 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F74F19" w:rsidRPr="009C54AE" w14:paraId="264ADACD" w14:textId="77777777" w:rsidTr="00923D7D">
        <w:tc>
          <w:tcPr>
            <w:tcW w:w="9639" w:type="dxa"/>
          </w:tcPr>
          <w:p w14:paraId="747C560D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systemy odbywania 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nagrody i kary dyscyplinarne; obowiązki skazanego i jego prawa  .</w:t>
            </w:r>
          </w:p>
          <w:p w14:paraId="60FE2276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Monitoring  elektroniczny – specyfika , pozytywne i negatywne aspekty.</w:t>
            </w:r>
          </w:p>
          <w:p w14:paraId="107CFEE2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swoista  alternatywa dla  polskiej penitencjarystyki.</w:t>
            </w:r>
          </w:p>
        </w:tc>
      </w:tr>
      <w:tr w:rsidR="00F74F19" w:rsidRPr="009C54AE" w14:paraId="3ADC8A36" w14:textId="77777777" w:rsidTr="00923D7D">
        <w:tc>
          <w:tcPr>
            <w:tcW w:w="9639" w:type="dxa"/>
          </w:tcPr>
          <w:p w14:paraId="20B8B4E1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społeczne  i demoralizacji nieletnich, a  regulacje  prawne.</w:t>
            </w:r>
          </w:p>
          <w:p w14:paraId="68FFDD6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makro,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mikro- strukturalnej (społeczeństwo globalne, środowisko lokalne , rodzina ).</w:t>
            </w:r>
          </w:p>
        </w:tc>
      </w:tr>
      <w:tr w:rsidR="00F74F19" w:rsidRPr="009C54AE" w14:paraId="0ABB7600" w14:textId="77777777" w:rsidTr="00923D7D">
        <w:tc>
          <w:tcPr>
            <w:tcW w:w="9639" w:type="dxa"/>
          </w:tcPr>
          <w:p w14:paraId="39AF0765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Zjawiska  patologiczne  , a  prawo: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14:paraId="54AA9C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C94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0FD1D0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0D062" w14:textId="77777777" w:rsidR="00E960BB" w:rsidRPr="00A86535" w:rsidRDefault="00F74F19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</w:t>
      </w:r>
      <w:r w:rsidR="00C542A5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 xml:space="preserve">praca grupowa, </w:t>
      </w:r>
      <w:r w:rsidR="00C542A5">
        <w:rPr>
          <w:rFonts w:ascii="Corbel" w:hAnsi="Corbel"/>
          <w:b w:val="0"/>
          <w:smallCaps w:val="0"/>
          <w:szCs w:val="24"/>
        </w:rPr>
        <w:t>dyskusja.</w:t>
      </w:r>
    </w:p>
    <w:p w14:paraId="7D7725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F220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D133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694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5DC4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E3040FF" w14:textId="77777777" w:rsidTr="00C05F44">
        <w:tc>
          <w:tcPr>
            <w:tcW w:w="1985" w:type="dxa"/>
            <w:vAlign w:val="center"/>
          </w:tcPr>
          <w:p w14:paraId="2450EE6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D60522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8FD9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6F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B650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04FB20" w14:textId="77777777" w:rsidTr="00C05F44">
        <w:tc>
          <w:tcPr>
            <w:tcW w:w="1985" w:type="dxa"/>
          </w:tcPr>
          <w:p w14:paraId="3C3A498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22D606" w14:textId="77777777"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A7956D6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28696F59" w14:textId="77777777" w:rsidTr="00C05F44">
        <w:tc>
          <w:tcPr>
            <w:tcW w:w="1985" w:type="dxa"/>
          </w:tcPr>
          <w:p w14:paraId="1622DA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37BFCD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FC5F589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D5C78A9" w14:textId="77777777" w:rsidTr="00C05F44">
        <w:tc>
          <w:tcPr>
            <w:tcW w:w="1985" w:type="dxa"/>
          </w:tcPr>
          <w:p w14:paraId="6FE1765B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78676C6" w14:textId="77777777"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C874B31" w14:textId="77777777" w:rsidR="00C542A5" w:rsidRPr="009C54AE" w:rsidRDefault="00F74F1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65D84512" w14:textId="77777777" w:rsidTr="00C05F44">
        <w:tc>
          <w:tcPr>
            <w:tcW w:w="1985" w:type="dxa"/>
          </w:tcPr>
          <w:p w14:paraId="4F8DA76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5C53F2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14:paraId="590D1480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81007EF" w14:textId="77777777" w:rsidTr="00C05F44">
        <w:tc>
          <w:tcPr>
            <w:tcW w:w="1985" w:type="dxa"/>
          </w:tcPr>
          <w:p w14:paraId="34DEA3D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C3F98C9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ED54DA2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A0D2BA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F5D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DCCC4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C3C90B" w14:textId="77777777" w:rsidTr="00923D7D">
        <w:tc>
          <w:tcPr>
            <w:tcW w:w="9670" w:type="dxa"/>
          </w:tcPr>
          <w:p w14:paraId="53881CC0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D047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CD12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086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0E14BD" w14:textId="77777777" w:rsidTr="003E1941">
        <w:tc>
          <w:tcPr>
            <w:tcW w:w="4962" w:type="dxa"/>
            <w:vAlign w:val="center"/>
          </w:tcPr>
          <w:p w14:paraId="631AAB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2F70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263D3F" w14:textId="77777777" w:rsidTr="00923D7D">
        <w:tc>
          <w:tcPr>
            <w:tcW w:w="4962" w:type="dxa"/>
          </w:tcPr>
          <w:p w14:paraId="0B3E826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1DB143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E6C3866" w14:textId="77777777" w:rsidTr="00923D7D">
        <w:tc>
          <w:tcPr>
            <w:tcW w:w="4962" w:type="dxa"/>
          </w:tcPr>
          <w:p w14:paraId="24084E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DBAB863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40922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  <w:p w14:paraId="5B3369BC" w14:textId="7B6C16CA" w:rsidR="00A86535" w:rsidRPr="009C54AE" w:rsidRDefault="00E5244B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F194367" w14:textId="77777777" w:rsidTr="00923D7D">
        <w:tc>
          <w:tcPr>
            <w:tcW w:w="4962" w:type="dxa"/>
          </w:tcPr>
          <w:p w14:paraId="78BC787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8A216E" w14:textId="77777777" w:rsidR="00C61DC5" w:rsidRDefault="00BD7EB1" w:rsidP="00BD7E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1677900" w14:textId="69314AB5" w:rsidR="00BD7EB1" w:rsidRPr="009C54AE" w:rsidRDefault="00BD7EB1" w:rsidP="00BD7E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zaliczeniowej</w:t>
            </w:r>
          </w:p>
        </w:tc>
        <w:tc>
          <w:tcPr>
            <w:tcW w:w="4677" w:type="dxa"/>
          </w:tcPr>
          <w:p w14:paraId="062E8737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05EEE5" w14:textId="77777777" w:rsidR="00BD7EB1" w:rsidRDefault="00BD7EB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AA9D95" w14:textId="043FEED0" w:rsidR="00BD7EB1" w:rsidRDefault="00E5244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999DF53" w14:textId="38DA11FA" w:rsidR="00BD7EB1" w:rsidRPr="009C54AE" w:rsidRDefault="00E5244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D04129C" w14:textId="77777777" w:rsidTr="00923D7D">
        <w:tc>
          <w:tcPr>
            <w:tcW w:w="4962" w:type="dxa"/>
          </w:tcPr>
          <w:p w14:paraId="573B8E7F" w14:textId="446C478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D6944D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16FD948" w14:textId="77777777" w:rsidTr="00923D7D">
        <w:tc>
          <w:tcPr>
            <w:tcW w:w="4962" w:type="dxa"/>
          </w:tcPr>
          <w:p w14:paraId="404AAC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D55022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EF6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C59A0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37F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13C78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DEAA69" w14:textId="77777777" w:rsidTr="0071620A">
        <w:trPr>
          <w:trHeight w:val="397"/>
        </w:trPr>
        <w:tc>
          <w:tcPr>
            <w:tcW w:w="3544" w:type="dxa"/>
          </w:tcPr>
          <w:p w14:paraId="47DD4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BE3AB3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E3CDE96" w14:textId="77777777" w:rsidTr="0071620A">
        <w:trPr>
          <w:trHeight w:val="397"/>
        </w:trPr>
        <w:tc>
          <w:tcPr>
            <w:tcW w:w="3544" w:type="dxa"/>
          </w:tcPr>
          <w:p w14:paraId="233C5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D630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33C8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9457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DD21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52953E" w14:textId="77777777" w:rsidTr="0071620A">
        <w:trPr>
          <w:trHeight w:val="397"/>
        </w:trPr>
        <w:tc>
          <w:tcPr>
            <w:tcW w:w="7513" w:type="dxa"/>
          </w:tcPr>
          <w:p w14:paraId="3464EF9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490F50" w14:textId="03E97623" w:rsidR="00FA5A63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- Prawo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karne.Zbiór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przepisów .Stan  prawny 15 marca 2022 r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941CAF" w14:textId="0AD3D91A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,pdf ,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ydawnictwo Wolters Kluwer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 ;</w:t>
            </w:r>
          </w:p>
          <w:p w14:paraId="7C3C824C" w14:textId="07C4E395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-ustawa z 6 czerwca 1997 roku kodeks  karny ( tekst  ujednolicony -Dz.U. </w:t>
            </w:r>
            <w:r w:rsidR="00EA6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, poz. 2345,2447);</w:t>
            </w:r>
          </w:p>
          <w:p w14:paraId="05A6FBB7" w14:textId="56F24892" w:rsidR="00EA67AE" w:rsidRDefault="00EA67AE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-ustawa z 6czerwca 1997 roku  kodeks  karny wykonawczy  (tekst ujednolicony -Dz.U. 2021 r.  poz. 53,472,1236,2054;2022r. poz. 22,655)</w:t>
            </w:r>
          </w:p>
          <w:p w14:paraId="685C3C80" w14:textId="56DC06F2" w:rsidR="00F52CC1" w:rsidRPr="00F52CC1" w:rsidRDefault="00250B5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red.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 Kluwer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89F10A" w14:textId="03779546" w:rsidR="00F52CC1" w:rsidRPr="00F52CC1" w:rsidRDefault="00A95D7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materialne .Część  ogólna i  szczególna </w:t>
            </w:r>
            <w:r w:rsidR="001814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Bojarski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A356F6" w14:textId="77B11D69" w:rsidR="00F52CC1" w:rsidRDefault="00181454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67E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1E887274" w14:textId="333BB6E0" w:rsidR="00667E10" w:rsidRDefault="00667E10" w:rsidP="0066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-Kędzierski W.,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Penitencjarystyka  z resocjalizacją  instytucjonalną , 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 2021 ,</w:t>
            </w:r>
          </w:p>
          <w:p w14:paraId="134BE10E" w14:textId="4B390DEF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2021r. ,poz. 1119,2469; 2022r. poz. 24, 218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610586B6" w14:textId="4BCD6D93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icony (Dz. U. </w:t>
            </w:r>
            <w:r w:rsidR="00940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 r. poz. 2050; 2021 r. poz.2469 ; 2022r.  poz. 763, 764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)].</w:t>
            </w:r>
          </w:p>
          <w:p w14:paraId="2C0DEFE6" w14:textId="06C1FF9A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 w:rsidR="00C70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poz. 1249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2DB92718" w14:textId="6A0BFCDD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</w:t>
            </w:r>
            <w:r w:rsidR="00ED1F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20,poz.152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1D83B5" w14:textId="232DBEE6" w:rsidR="00D2744B" w:rsidRPr="009C54AE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tekst ujednolicony (Dz.U. 2018 r. poz. </w:t>
            </w:r>
            <w:r w:rsidR="008E14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969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</w:t>
            </w:r>
          </w:p>
        </w:tc>
      </w:tr>
      <w:tr w:rsidR="0085747A" w:rsidRPr="009C54AE" w14:paraId="316121C1" w14:textId="77777777" w:rsidTr="0071620A">
        <w:trPr>
          <w:trHeight w:val="397"/>
        </w:trPr>
        <w:tc>
          <w:tcPr>
            <w:tcW w:w="7513" w:type="dxa"/>
          </w:tcPr>
          <w:p w14:paraId="113420E0" w14:textId="514EA1F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AE58D2" w14:textId="77777777" w:rsidR="000B16B4" w:rsidRDefault="000B16B4" w:rsidP="000B1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E.W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;</w:t>
            </w:r>
          </w:p>
          <w:p w14:paraId="001F08EC" w14:textId="686E54A4" w:rsidR="000B16B4" w:rsidRPr="00667E10" w:rsidRDefault="008E1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-Lachowski J. 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Kodeks  karny wykonawczy</w:t>
            </w:r>
            <w:r w:rsidR="000B16B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.Komentarz 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 H. BECK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2021;</w:t>
            </w:r>
          </w:p>
          <w:p w14:paraId="4D1DA5DE" w14:textId="06364C83" w:rsidR="00742779" w:rsidRDefault="00742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Kowalczyk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Kotlenga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A. 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Mackojć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00E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Penitencjarystyka  z resocjalizacją  Kierunki działań  w przestrzeni resocjalizacyjnej,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Adam  Marszałek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 xml:space="preserve">,Toruń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E5A9D23" w14:textId="77777777" w:rsidR="00E00E61" w:rsidRPr="00FA5A63" w:rsidRDefault="00E00E61" w:rsidP="00E00E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2019;</w:t>
            </w:r>
          </w:p>
          <w:p w14:paraId="38843B24" w14:textId="7001A091" w:rsidR="00FA5A63" w:rsidRPr="00FA5A63" w:rsidRDefault="000B16B4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035C4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A0FA5ED" w14:textId="11D7E903" w:rsid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Granice  tolerancji. O teoriach zachowań  dewiacyjnych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nictwo PWN , Warszawa 1993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355D30AB" w14:textId="11440190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14:paraId="5320D31B" w14:textId="21DC1993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D4F9B7C" w14:textId="0EBBA406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2074B2FE" w14:textId="3409C86C"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Wolters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Kluwer , Warszawa 2019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 </w:t>
            </w:r>
          </w:p>
          <w:p w14:paraId="4729430A" w14:textId="535BEA72" w:rsidR="00FA5A63" w:rsidRP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14FDAFE0" w14:textId="4B9699B3" w:rsid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Spurek</w:t>
            </w:r>
            <w:proofErr w:type="spellEnd"/>
            <w:r w:rsidR="00D208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S.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D20835">
              <w:rPr>
                <w:rFonts w:ascii="Corbel" w:hAnsi="Corbel"/>
                <w:b w:val="0"/>
                <w:smallCaps w:val="0"/>
                <w:szCs w:val="24"/>
              </w:rPr>
              <w:t>21 ;</w:t>
            </w:r>
          </w:p>
          <w:p w14:paraId="67E73D7B" w14:textId="77777777" w:rsidR="00D049A5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-ustawa o kuratorach sądowych z 27 lipca 2001  [ tekst ujednolicony</w:t>
            </w:r>
          </w:p>
          <w:p w14:paraId="20B5A783" w14:textId="53E3DECD" w:rsidR="00591FB9" w:rsidRPr="00FA5A63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Dz.U. 2020,poz. 167)</w:t>
            </w:r>
          </w:p>
          <w:p w14:paraId="6350E4A9" w14:textId="166FA399" w:rsidR="00D2744B" w:rsidRPr="00D2744B" w:rsidRDefault="00D2744B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58B4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B5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D19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BB5F7" w14:textId="77777777" w:rsidR="005260B2" w:rsidRDefault="005260B2" w:rsidP="00C16ABF">
      <w:pPr>
        <w:spacing w:after="0" w:line="240" w:lineRule="auto"/>
      </w:pPr>
      <w:r>
        <w:separator/>
      </w:r>
    </w:p>
  </w:endnote>
  <w:endnote w:type="continuationSeparator" w:id="0">
    <w:p w14:paraId="554B55FA" w14:textId="77777777" w:rsidR="005260B2" w:rsidRDefault="005260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4F5C" w14:textId="77777777" w:rsidR="005260B2" w:rsidRDefault="005260B2" w:rsidP="00C16ABF">
      <w:pPr>
        <w:spacing w:after="0" w:line="240" w:lineRule="auto"/>
      </w:pPr>
      <w:r>
        <w:separator/>
      </w:r>
    </w:p>
  </w:footnote>
  <w:footnote w:type="continuationSeparator" w:id="0">
    <w:p w14:paraId="19124DDC" w14:textId="77777777" w:rsidR="005260B2" w:rsidRDefault="005260B2" w:rsidP="00C16ABF">
      <w:pPr>
        <w:spacing w:after="0" w:line="240" w:lineRule="auto"/>
      </w:pPr>
      <w:r>
        <w:continuationSeparator/>
      </w:r>
    </w:p>
  </w:footnote>
  <w:footnote w:id="1">
    <w:p w14:paraId="6CFFDC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C4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6B4"/>
    <w:rsid w:val="000B192D"/>
    <w:rsid w:val="000B28EE"/>
    <w:rsid w:val="000B3E37"/>
    <w:rsid w:val="000C0EC1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54"/>
    <w:rsid w:val="0018226D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4028F"/>
    <w:rsid w:val="00244ABC"/>
    <w:rsid w:val="00250B53"/>
    <w:rsid w:val="00281FF2"/>
    <w:rsid w:val="002857DE"/>
    <w:rsid w:val="00291567"/>
    <w:rsid w:val="002918AF"/>
    <w:rsid w:val="002A22BF"/>
    <w:rsid w:val="002A2389"/>
    <w:rsid w:val="002A4A40"/>
    <w:rsid w:val="002A671D"/>
    <w:rsid w:val="002B189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28D"/>
    <w:rsid w:val="004F0EC6"/>
    <w:rsid w:val="004F1551"/>
    <w:rsid w:val="004F55A3"/>
    <w:rsid w:val="0050496F"/>
    <w:rsid w:val="00513B6F"/>
    <w:rsid w:val="00517C63"/>
    <w:rsid w:val="005260B2"/>
    <w:rsid w:val="00526C94"/>
    <w:rsid w:val="005363C4"/>
    <w:rsid w:val="00536BDE"/>
    <w:rsid w:val="00543ACC"/>
    <w:rsid w:val="00550DD3"/>
    <w:rsid w:val="0056696D"/>
    <w:rsid w:val="00573EF9"/>
    <w:rsid w:val="00586552"/>
    <w:rsid w:val="00591FB9"/>
    <w:rsid w:val="0059484D"/>
    <w:rsid w:val="005A0855"/>
    <w:rsid w:val="005A3196"/>
    <w:rsid w:val="005C080F"/>
    <w:rsid w:val="005C55E5"/>
    <w:rsid w:val="005C696A"/>
    <w:rsid w:val="005E6E85"/>
    <w:rsid w:val="005F31D2"/>
    <w:rsid w:val="005F7EB8"/>
    <w:rsid w:val="0061029B"/>
    <w:rsid w:val="00617230"/>
    <w:rsid w:val="00621CE1"/>
    <w:rsid w:val="00627FC9"/>
    <w:rsid w:val="006361D4"/>
    <w:rsid w:val="00647FA8"/>
    <w:rsid w:val="00650C5F"/>
    <w:rsid w:val="00654934"/>
    <w:rsid w:val="006620D9"/>
    <w:rsid w:val="00667E10"/>
    <w:rsid w:val="00671958"/>
    <w:rsid w:val="00675843"/>
    <w:rsid w:val="006953CC"/>
    <w:rsid w:val="00696477"/>
    <w:rsid w:val="00696DD6"/>
    <w:rsid w:val="006A3555"/>
    <w:rsid w:val="006A3FA7"/>
    <w:rsid w:val="006D050F"/>
    <w:rsid w:val="006D6139"/>
    <w:rsid w:val="006E4AF5"/>
    <w:rsid w:val="006E5D65"/>
    <w:rsid w:val="006E7BDF"/>
    <w:rsid w:val="006F1282"/>
    <w:rsid w:val="006F1FBC"/>
    <w:rsid w:val="006F31E2"/>
    <w:rsid w:val="00706544"/>
    <w:rsid w:val="007072BA"/>
    <w:rsid w:val="0071620A"/>
    <w:rsid w:val="00724677"/>
    <w:rsid w:val="00724D1C"/>
    <w:rsid w:val="00725459"/>
    <w:rsid w:val="007327BD"/>
    <w:rsid w:val="00734608"/>
    <w:rsid w:val="00742779"/>
    <w:rsid w:val="00745302"/>
    <w:rsid w:val="007461D6"/>
    <w:rsid w:val="00746EC8"/>
    <w:rsid w:val="00763BF1"/>
    <w:rsid w:val="00766FD4"/>
    <w:rsid w:val="0078168C"/>
    <w:rsid w:val="0078716E"/>
    <w:rsid w:val="00787C2A"/>
    <w:rsid w:val="00790E27"/>
    <w:rsid w:val="007A4022"/>
    <w:rsid w:val="007A6E6E"/>
    <w:rsid w:val="007C3299"/>
    <w:rsid w:val="007C3BCC"/>
    <w:rsid w:val="007C4546"/>
    <w:rsid w:val="007C7310"/>
    <w:rsid w:val="007D6E56"/>
    <w:rsid w:val="007F1652"/>
    <w:rsid w:val="007F4155"/>
    <w:rsid w:val="0081554D"/>
    <w:rsid w:val="0081707E"/>
    <w:rsid w:val="008449B3"/>
    <w:rsid w:val="00852DB0"/>
    <w:rsid w:val="0085747A"/>
    <w:rsid w:val="008626A0"/>
    <w:rsid w:val="00884922"/>
    <w:rsid w:val="00885F64"/>
    <w:rsid w:val="008917F9"/>
    <w:rsid w:val="008A32AA"/>
    <w:rsid w:val="008A45F7"/>
    <w:rsid w:val="008B09D1"/>
    <w:rsid w:val="008C0CC0"/>
    <w:rsid w:val="008C19A9"/>
    <w:rsid w:val="008C379D"/>
    <w:rsid w:val="008C5147"/>
    <w:rsid w:val="008C5359"/>
    <w:rsid w:val="008C5363"/>
    <w:rsid w:val="008D3DFB"/>
    <w:rsid w:val="008E148F"/>
    <w:rsid w:val="008E64F4"/>
    <w:rsid w:val="008F12C9"/>
    <w:rsid w:val="008F6E29"/>
    <w:rsid w:val="00916188"/>
    <w:rsid w:val="00923D7D"/>
    <w:rsid w:val="009400AC"/>
    <w:rsid w:val="009508DF"/>
    <w:rsid w:val="00950DAC"/>
    <w:rsid w:val="00954A07"/>
    <w:rsid w:val="00977792"/>
    <w:rsid w:val="00997F14"/>
    <w:rsid w:val="009A78D9"/>
    <w:rsid w:val="009C1331"/>
    <w:rsid w:val="009C1CBC"/>
    <w:rsid w:val="009C3E31"/>
    <w:rsid w:val="009C54AE"/>
    <w:rsid w:val="009C788E"/>
    <w:rsid w:val="009E1DAA"/>
    <w:rsid w:val="009E23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2EB"/>
    <w:rsid w:val="00A84C85"/>
    <w:rsid w:val="00A86535"/>
    <w:rsid w:val="00A95D7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2"/>
    <w:rsid w:val="00B23C0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C9F"/>
    <w:rsid w:val="00BA324E"/>
    <w:rsid w:val="00BB520A"/>
    <w:rsid w:val="00BD3869"/>
    <w:rsid w:val="00BD66E9"/>
    <w:rsid w:val="00BD6FF4"/>
    <w:rsid w:val="00BD7EB1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224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9A5"/>
    <w:rsid w:val="00D17C3C"/>
    <w:rsid w:val="00D20835"/>
    <w:rsid w:val="00D26B2C"/>
    <w:rsid w:val="00D2744B"/>
    <w:rsid w:val="00D3297F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0E61"/>
    <w:rsid w:val="00E013FF"/>
    <w:rsid w:val="00E129B8"/>
    <w:rsid w:val="00E21E7D"/>
    <w:rsid w:val="00E22FBC"/>
    <w:rsid w:val="00E24BF5"/>
    <w:rsid w:val="00E25338"/>
    <w:rsid w:val="00E25C68"/>
    <w:rsid w:val="00E51E44"/>
    <w:rsid w:val="00E5244B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A67AE"/>
    <w:rsid w:val="00EC4899"/>
    <w:rsid w:val="00ED03AB"/>
    <w:rsid w:val="00ED1F01"/>
    <w:rsid w:val="00ED32D2"/>
    <w:rsid w:val="00EE32DE"/>
    <w:rsid w:val="00EE5457"/>
    <w:rsid w:val="00F070AB"/>
    <w:rsid w:val="00F17567"/>
    <w:rsid w:val="00F27A7B"/>
    <w:rsid w:val="00F5060F"/>
    <w:rsid w:val="00F526AF"/>
    <w:rsid w:val="00F52CC1"/>
    <w:rsid w:val="00F617C3"/>
    <w:rsid w:val="00F63F50"/>
    <w:rsid w:val="00F7066B"/>
    <w:rsid w:val="00F74F19"/>
    <w:rsid w:val="00F83B28"/>
    <w:rsid w:val="00F93F10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ED4F"/>
  <w15:docId w15:val="{9FB1E89A-A25A-4D9E-81C3-EB5728AA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0D6DD-59EC-4639-BDFC-3A49BEEE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1586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2019-02-06T12:12:00Z</cp:lastPrinted>
  <dcterms:created xsi:type="dcterms:W3CDTF">2022-05-05T10:52:00Z</dcterms:created>
  <dcterms:modified xsi:type="dcterms:W3CDTF">2022-09-29T12:30:00Z</dcterms:modified>
</cp:coreProperties>
</file>